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359" w:rsidRPr="006249DE" w:rsidRDefault="00183359" w:rsidP="006249DE">
      <w:pPr>
        <w:spacing w:after="120"/>
        <w:jc w:val="center"/>
        <w:rPr>
          <w:sz w:val="36"/>
          <w:szCs w:val="36"/>
          <w:u w:val="single"/>
        </w:rPr>
      </w:pPr>
      <w:r w:rsidRPr="006249DE">
        <w:rPr>
          <w:b/>
          <w:bCs/>
          <w:sz w:val="36"/>
          <w:szCs w:val="36"/>
          <w:u w:val="single"/>
        </w:rPr>
        <w:t>Boxing</w:t>
      </w:r>
      <w:r w:rsidR="006249DE">
        <w:rPr>
          <w:b/>
          <w:bCs/>
          <w:sz w:val="36"/>
          <w:szCs w:val="36"/>
          <w:u w:val="single"/>
        </w:rPr>
        <w:t xml:space="preserve"> </w:t>
      </w:r>
      <w:r w:rsidRPr="006249DE">
        <w:rPr>
          <w:b/>
          <w:bCs/>
          <w:sz w:val="36"/>
          <w:szCs w:val="36"/>
          <w:u w:val="single"/>
        </w:rPr>
        <w:t>-</w:t>
      </w:r>
      <w:r w:rsidR="006249DE">
        <w:rPr>
          <w:b/>
          <w:bCs/>
          <w:sz w:val="36"/>
          <w:szCs w:val="36"/>
          <w:u w:val="single"/>
        </w:rPr>
        <w:t xml:space="preserve"> </w:t>
      </w:r>
      <w:r w:rsidRPr="006249DE">
        <w:rPr>
          <w:b/>
          <w:bCs/>
          <w:sz w:val="36"/>
          <w:szCs w:val="36"/>
          <w:u w:val="single"/>
        </w:rPr>
        <w:t>up</w:t>
      </w:r>
      <w:r w:rsidR="00DA4BC1" w:rsidRPr="006249DE">
        <w:rPr>
          <w:b/>
          <w:bCs/>
          <w:sz w:val="36"/>
          <w:szCs w:val="36"/>
          <w:u w:val="single"/>
        </w:rPr>
        <w:t xml:space="preserve"> </w:t>
      </w:r>
      <w:r w:rsidRPr="006249DE">
        <w:rPr>
          <w:b/>
          <w:bCs/>
          <w:sz w:val="36"/>
          <w:szCs w:val="36"/>
          <w:u w:val="single"/>
        </w:rPr>
        <w:t>Grid</w:t>
      </w:r>
    </w:p>
    <w:tbl>
      <w:tblPr>
        <w:tblW w:w="2259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8"/>
        <w:gridCol w:w="6312"/>
        <w:gridCol w:w="6314"/>
        <w:gridCol w:w="6314"/>
      </w:tblGrid>
      <w:tr w:rsidR="00183359" w:rsidRPr="00E72E49" w:rsidTr="006249DE">
        <w:trPr>
          <w:trHeight w:val="610"/>
        </w:trPr>
        <w:tc>
          <w:tcPr>
            <w:tcW w:w="3658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83359" w:rsidRPr="00E72E49" w:rsidRDefault="00183359" w:rsidP="008D42A2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83359" w:rsidRPr="006249DE" w:rsidRDefault="00DA4BC1" w:rsidP="008D42A2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6249DE">
              <w:rPr>
                <w:rFonts w:asciiTheme="minorHAnsi" w:hAnsiTheme="minorHAnsi"/>
                <w:sz w:val="28"/>
                <w:szCs w:val="28"/>
              </w:rPr>
              <w:t>Content – what happens?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83359" w:rsidRPr="006249DE" w:rsidRDefault="00DA4BC1" w:rsidP="008D42A2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6249DE">
              <w:rPr>
                <w:rFonts w:asciiTheme="minorHAnsi" w:hAnsiTheme="minorHAnsi"/>
                <w:sz w:val="28"/>
                <w:szCs w:val="28"/>
              </w:rPr>
              <w:t>Techniques/devices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83359" w:rsidRPr="006249DE" w:rsidRDefault="00DA4BC1" w:rsidP="008D42A2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6249DE">
              <w:rPr>
                <w:rFonts w:asciiTheme="minorHAnsi" w:hAnsiTheme="minorHAnsi"/>
                <w:sz w:val="28"/>
                <w:szCs w:val="28"/>
              </w:rPr>
              <w:t xml:space="preserve">Vocabulary </w:t>
            </w:r>
          </w:p>
        </w:tc>
      </w:tr>
      <w:tr w:rsidR="00183359" w:rsidRPr="00E72E49" w:rsidTr="006249DE">
        <w:trPr>
          <w:trHeight w:val="2767"/>
        </w:trPr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DA4BC1" w:rsidRDefault="00183359" w:rsidP="00DA4BC1">
            <w:pPr>
              <w:rPr>
                <w:b/>
                <w:bCs/>
                <w:sz w:val="20"/>
                <w:szCs w:val="20"/>
              </w:rPr>
            </w:pPr>
            <w:r w:rsidRPr="00E72E49">
              <w:rPr>
                <w:sz w:val="28"/>
                <w:szCs w:val="28"/>
              </w:rPr>
              <w:t>Opening:</w:t>
            </w: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</w:tr>
      <w:tr w:rsidR="00183359" w:rsidRPr="00E72E49" w:rsidTr="006249DE">
        <w:trPr>
          <w:trHeight w:val="2767"/>
        </w:trPr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4BC1" w:rsidRPr="00E72E49" w:rsidRDefault="00183359" w:rsidP="00DA4BC1">
            <w:pPr>
              <w:rPr>
                <w:sz w:val="20"/>
                <w:szCs w:val="20"/>
              </w:rPr>
            </w:pPr>
            <w:r w:rsidRPr="00E72E49">
              <w:rPr>
                <w:sz w:val="28"/>
                <w:szCs w:val="28"/>
              </w:rPr>
              <w:t>Build up:</w:t>
            </w:r>
            <w:r w:rsidRPr="00E72E49">
              <w:rPr>
                <w:b/>
                <w:bCs/>
                <w:sz w:val="20"/>
                <w:szCs w:val="20"/>
              </w:rPr>
              <w:t xml:space="preserve"> </w:t>
            </w:r>
          </w:p>
          <w:p w:rsidR="00183359" w:rsidRPr="00E72E49" w:rsidRDefault="00183359" w:rsidP="00DA4BC1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9E2FC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</w:tr>
      <w:tr w:rsidR="00183359" w:rsidRPr="00E72E49" w:rsidTr="006249DE">
        <w:trPr>
          <w:trHeight w:val="2767"/>
        </w:trPr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DA4BC1">
            <w:pPr>
              <w:rPr>
                <w:sz w:val="20"/>
                <w:szCs w:val="20"/>
              </w:rPr>
            </w:pPr>
            <w:r w:rsidRPr="00E72E49">
              <w:rPr>
                <w:sz w:val="28"/>
                <w:szCs w:val="28"/>
              </w:rPr>
              <w:t>Problem</w:t>
            </w:r>
            <w:r w:rsidR="006249DE">
              <w:rPr>
                <w:sz w:val="28"/>
                <w:szCs w:val="28"/>
              </w:rPr>
              <w:t>:</w:t>
            </w: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</w:tr>
      <w:tr w:rsidR="00183359" w:rsidRPr="00E72E49" w:rsidTr="006249DE">
        <w:trPr>
          <w:trHeight w:val="2767"/>
        </w:trPr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4BC1" w:rsidRPr="00E72E49" w:rsidRDefault="006249DE" w:rsidP="00DA4B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Resolution:</w:t>
            </w:r>
          </w:p>
          <w:p w:rsidR="00183359" w:rsidRPr="00E72E49" w:rsidRDefault="00183359" w:rsidP="008866E9">
            <w:pPr>
              <w:rPr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</w:tr>
      <w:tr w:rsidR="00183359" w:rsidRPr="00E72E49" w:rsidTr="006249DE">
        <w:trPr>
          <w:trHeight w:val="2767"/>
        </w:trPr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6249DE" w:rsidP="009E2F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Ending:</w:t>
            </w:r>
          </w:p>
        </w:tc>
        <w:tc>
          <w:tcPr>
            <w:tcW w:w="6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  <w:r w:rsidRPr="00E72E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83359" w:rsidRPr="00E72E49" w:rsidRDefault="00183359" w:rsidP="0004332A">
            <w:pPr>
              <w:rPr>
                <w:sz w:val="20"/>
                <w:szCs w:val="20"/>
              </w:rPr>
            </w:pPr>
          </w:p>
        </w:tc>
      </w:tr>
    </w:tbl>
    <w:p w:rsidR="00183359" w:rsidRDefault="00183359" w:rsidP="006249DE"/>
    <w:sectPr w:rsidR="00183359" w:rsidSect="006249DE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D1A74"/>
    <w:multiLevelType w:val="hybridMultilevel"/>
    <w:tmpl w:val="362EEB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202B1F"/>
    <w:multiLevelType w:val="hybridMultilevel"/>
    <w:tmpl w:val="1E2259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C6C00A4"/>
    <w:multiLevelType w:val="hybridMultilevel"/>
    <w:tmpl w:val="6912306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0582F"/>
    <w:multiLevelType w:val="hybridMultilevel"/>
    <w:tmpl w:val="0F3CC7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55EBF"/>
    <w:multiLevelType w:val="hybridMultilevel"/>
    <w:tmpl w:val="CDFE1F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76F8"/>
    <w:multiLevelType w:val="hybridMultilevel"/>
    <w:tmpl w:val="15361E1C"/>
    <w:lvl w:ilvl="0" w:tplc="0EDC4FA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7F1A71"/>
    <w:multiLevelType w:val="hybridMultilevel"/>
    <w:tmpl w:val="42D673D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6B"/>
    <w:rsid w:val="0004332A"/>
    <w:rsid w:val="000A6500"/>
    <w:rsid w:val="00113FD2"/>
    <w:rsid w:val="00140DE9"/>
    <w:rsid w:val="00171CB2"/>
    <w:rsid w:val="00183359"/>
    <w:rsid w:val="002654C9"/>
    <w:rsid w:val="00413488"/>
    <w:rsid w:val="00444726"/>
    <w:rsid w:val="004B0247"/>
    <w:rsid w:val="00592F93"/>
    <w:rsid w:val="005A3E2B"/>
    <w:rsid w:val="006249DE"/>
    <w:rsid w:val="006D5504"/>
    <w:rsid w:val="00797AF2"/>
    <w:rsid w:val="00820757"/>
    <w:rsid w:val="00872EC4"/>
    <w:rsid w:val="008866E9"/>
    <w:rsid w:val="008D42A2"/>
    <w:rsid w:val="009E2FCA"/>
    <w:rsid w:val="00A850BC"/>
    <w:rsid w:val="00AF45CD"/>
    <w:rsid w:val="00B02701"/>
    <w:rsid w:val="00B9124C"/>
    <w:rsid w:val="00C93EC6"/>
    <w:rsid w:val="00D8378F"/>
    <w:rsid w:val="00DA4BC1"/>
    <w:rsid w:val="00E33D38"/>
    <w:rsid w:val="00E72E49"/>
    <w:rsid w:val="00F8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4F11F"/>
  <w15:docId w15:val="{2FEE12DE-EE91-4442-81FD-C7FF8E5B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E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2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27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13FD2"/>
    <w:pPr>
      <w:spacing w:after="160" w:line="259" w:lineRule="auto"/>
      <w:ind w:left="72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56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D8A211EB</Template>
  <TotalTime>20</TotalTime>
  <Pages>2</Pages>
  <Words>15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Boxing-upGrid:Mystery</vt:lpstr>
    </vt:vector>
  </TitlesOfParts>
  <Company>London Borough Of TowerHamlets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Boxing-upGrid:Mystery</dc:title>
  <dc:subject/>
  <dc:creator>Nicole Gurvidi</dc:creator>
  <cp:keywords/>
  <dc:description/>
  <cp:lastModifiedBy>Ms E. Ashton</cp:lastModifiedBy>
  <cp:revision>3</cp:revision>
  <cp:lastPrinted>2017-11-17T13:28:00Z</cp:lastPrinted>
  <dcterms:created xsi:type="dcterms:W3CDTF">2017-11-16T17:32:00Z</dcterms:created>
  <dcterms:modified xsi:type="dcterms:W3CDTF">2017-11-17T15:50:00Z</dcterms:modified>
</cp:coreProperties>
</file>